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909141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6F54" w:rsidRPr="00D26F54">
        <w:rPr>
          <w:rStyle w:val="Siln"/>
        </w:rPr>
        <w:t>Výmalba podchodu v km 256,509 žst. Ústí nad Orlicí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D26F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D26F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5ADB" w14:textId="6C38D6A6" w:rsidR="00D26F54" w:rsidRDefault="00D26F5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B8F9F08" wp14:editId="234FBC2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7210285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99E958" w14:textId="1F9988D2" w:rsidR="00D26F54" w:rsidRPr="00D26F54" w:rsidRDefault="00D26F54" w:rsidP="00D26F5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6F5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8F9F08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499E958" w14:textId="1F9988D2" w:rsidR="00D26F54" w:rsidRPr="00D26F54" w:rsidRDefault="00D26F54" w:rsidP="00D26F54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26F5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03200DA" w:rsidR="00F1715C" w:rsidRPr="00B8518B" w:rsidRDefault="00D26F54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957767F" wp14:editId="7B777183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415144355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681570" w14:textId="4F0B5476" w:rsidR="00D26F54" w:rsidRPr="00D26F54" w:rsidRDefault="00D26F54" w:rsidP="00D26F54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26F54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957767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7681570" w14:textId="4F0B5476" w:rsidR="00D26F54" w:rsidRPr="00D26F54" w:rsidRDefault="00D26F54" w:rsidP="00D26F5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6F5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1683DC27" w:rsidR="00C715B9" w:rsidRPr="009618D3" w:rsidRDefault="00D26F54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>
      <w:rPr>
        <w:rFonts w:ascii="Verdana" w:eastAsia="Calibri" w:hAnsi="Verdana" w:cstheme="minorHAnsi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BA1947D" wp14:editId="279FD7E2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806347454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9117E4" w14:textId="1D4E4478" w:rsidR="00D26F54" w:rsidRPr="00D26F54" w:rsidRDefault="00D26F54" w:rsidP="00D26F54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26F54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A1947D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149117E4" w14:textId="1D4E4478" w:rsidR="00D26F54" w:rsidRPr="00D26F54" w:rsidRDefault="00D26F54" w:rsidP="00D26F54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26F54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 w:rsidRPr="009618D3">
      <w:rPr>
        <w:rFonts w:ascii="Verdana" w:eastAsia="Calibri" w:hAnsi="Verdana" w:cstheme="minorHAnsi"/>
      </w:rPr>
      <w:t xml:space="preserve">Čestné prohlášení </w:t>
    </w:r>
    <w:r w:rsidR="00C715B9"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26F54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06CED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B72819"/>
    <w:rsid w:val="00BE31C7"/>
    <w:rsid w:val="00C601C7"/>
    <w:rsid w:val="00F06CE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13</cp:revision>
  <cp:lastPrinted>2017-11-28T17:18:00Z</cp:lastPrinted>
  <dcterms:created xsi:type="dcterms:W3CDTF">2023-11-16T10:29:00Z</dcterms:created>
  <dcterms:modified xsi:type="dcterms:W3CDTF">2025-08-19T06:00:00Z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300fe2be,7b81c7c7,545963a3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